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18B64AA2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873836">
        <w:rPr>
          <w:rFonts w:cs="Arial"/>
          <w:sz w:val="21"/>
          <w:szCs w:val="21"/>
        </w:rPr>
        <w:t>12.</w:t>
      </w:r>
      <w:r w:rsidR="005952C9">
        <w:rPr>
          <w:rFonts w:cs="Arial"/>
          <w:sz w:val="21"/>
          <w:szCs w:val="21"/>
        </w:rPr>
        <w:t>1</w:t>
      </w:r>
      <w:r w:rsidR="003547F5">
        <w:rPr>
          <w:rFonts w:cs="Arial"/>
          <w:sz w:val="21"/>
          <w:szCs w:val="21"/>
        </w:rPr>
        <w:t>2</w:t>
      </w:r>
      <w:r w:rsidR="00AC4D45" w:rsidRPr="00D00E55">
        <w:rPr>
          <w:rFonts w:cs="Arial"/>
          <w:sz w:val="21"/>
          <w:szCs w:val="21"/>
        </w:rPr>
        <w:t>.202</w:t>
      </w:r>
      <w:r w:rsidR="00177E7A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447B18">
        <w:rPr>
          <w:rFonts w:cs="Arial"/>
          <w:sz w:val="21"/>
          <w:szCs w:val="21"/>
        </w:rPr>
        <w:t>6352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6E76C1F3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485EF6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09AE9DA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ga liitumine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16E7A881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LC025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4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</w:t>
            </w:r>
            <w:r w:rsidR="00873836">
              <w:rPr>
                <w:rFonts w:cs="Arial"/>
                <w:b/>
                <w:sz w:val="21"/>
                <w:szCs w:val="21"/>
              </w:rPr>
              <w:t>Hutita teeilmajaama elektriliitumine</w:t>
            </w:r>
            <w:r w:rsidR="003547F5">
              <w:rPr>
                <w:rFonts w:cs="Arial"/>
                <w:b/>
                <w:sz w:val="21"/>
                <w:szCs w:val="21"/>
              </w:rPr>
              <w:t xml:space="preserve">, </w:t>
            </w:r>
            <w:r w:rsidR="00873836">
              <w:rPr>
                <w:rFonts w:cs="Arial"/>
                <w:b/>
                <w:sz w:val="21"/>
                <w:szCs w:val="21"/>
              </w:rPr>
              <w:t>Võru</w:t>
            </w:r>
            <w:r w:rsidR="003547F5">
              <w:rPr>
                <w:rFonts w:cs="Arial"/>
                <w:b/>
                <w:sz w:val="21"/>
                <w:szCs w:val="21"/>
              </w:rPr>
              <w:t xml:space="preserve"> vald</w:t>
            </w:r>
            <w:r w:rsidR="005952C9">
              <w:rPr>
                <w:rFonts w:cs="Arial"/>
                <w:b/>
                <w:sz w:val="21"/>
                <w:szCs w:val="21"/>
              </w:rPr>
              <w:t>, V</w:t>
            </w:r>
            <w:r w:rsidR="00873836">
              <w:rPr>
                <w:rFonts w:cs="Arial"/>
                <w:b/>
                <w:sz w:val="21"/>
                <w:szCs w:val="21"/>
              </w:rPr>
              <w:t>õru</w:t>
            </w:r>
            <w:r w:rsidR="005952C9">
              <w:rPr>
                <w:rFonts w:cs="Arial"/>
                <w:b/>
                <w:sz w:val="21"/>
                <w:szCs w:val="21"/>
              </w:rPr>
              <w:t>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4A1F3E2A" w:rsidR="003C697E" w:rsidRPr="00D00E55" w:rsidRDefault="003547F5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0</w:t>
            </w:r>
            <w:r w:rsidR="00873836"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 w:rsidR="00873836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.2023 nr 7.1-2/23/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24</w:t>
            </w:r>
            <w:r w:rsidR="00873836">
              <w:rPr>
                <w:rFonts w:cs="Arial"/>
                <w:b/>
                <w:sz w:val="21"/>
                <w:szCs w:val="21"/>
                <w:lang w:val="en-US"/>
              </w:rPr>
              <w:t>28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697C507E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6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9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Võru – Kuigatsi - Tõrva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4E2755F8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91701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0701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7D58A3B1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69 Võru – Kuigatsi - Tõrva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64E715BA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E27FB" w:rsidRPr="00CE27FB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873836">
              <w:rPr>
                <w:rFonts w:cs="Arial"/>
                <w:b/>
                <w:bCs/>
                <w:sz w:val="21"/>
                <w:szCs w:val="21"/>
              </w:rPr>
              <w:t>84412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0EE61B79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873836">
              <w:rPr>
                <w:rFonts w:cs="Arial"/>
                <w:b/>
                <w:bCs/>
                <w:iCs/>
                <w:sz w:val="21"/>
                <w:szCs w:val="21"/>
              </w:rPr>
              <w:t>15709750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0846C072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 xml:space="preserve"> ja elektrikilp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 Energia/Õigusteenistus/Maateenused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>Tomuski tee 2, 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küla, Viljandi vald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547F5"/>
    <w:rsid w:val="00370E7A"/>
    <w:rsid w:val="003A23BB"/>
    <w:rsid w:val="003B2301"/>
    <w:rsid w:val="003C697E"/>
    <w:rsid w:val="003E49FA"/>
    <w:rsid w:val="003F0D3F"/>
    <w:rsid w:val="003F6662"/>
    <w:rsid w:val="004272A3"/>
    <w:rsid w:val="0044408C"/>
    <w:rsid w:val="004475AB"/>
    <w:rsid w:val="00447B18"/>
    <w:rsid w:val="004844A2"/>
    <w:rsid w:val="00485EF6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73836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CE27FB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8</TotalTime>
  <Pages>1</Pages>
  <Words>166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2023-07-25T11:54:00Z</cp:lastPrinted>
  <dcterms:created xsi:type="dcterms:W3CDTF">2023-12-12T10:07:00Z</dcterms:created>
  <dcterms:modified xsi:type="dcterms:W3CDTF">2023-12-12T10:08:00Z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